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D3" w:rsidRPr="00122970" w:rsidRDefault="009C05D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9C05D3" w:rsidRDefault="009C05D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C05D3" w:rsidRPr="00371B2B" w:rsidRDefault="009C05D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C05D3" w:rsidRPr="00371B2B" w:rsidRDefault="009C05D3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9C05D3" w:rsidRDefault="009C05D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9C05D3" w:rsidRPr="00371B2B" w:rsidRDefault="009C05D3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9C05D3" w:rsidRPr="00371B2B" w:rsidRDefault="009C05D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9C05D3" w:rsidRDefault="009C05D3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9C05D3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Samorządowe Przedszkole w Przecławiu</w:t>
      </w:r>
    </w:p>
    <w:p w:rsidR="009C05D3" w:rsidRPr="00144DB4" w:rsidRDefault="009C05D3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Przecław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Kilińskiego 7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39-320 Przecław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9C05D3" w:rsidRPr="00371B2B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C05D3" w:rsidRDefault="009C05D3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9C05D3" w:rsidRPr="00122970" w:rsidRDefault="009C05D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9C05D3" w:rsidRPr="00371B2B" w:rsidRDefault="009C05D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9C05D3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9C05D3" w:rsidRPr="00122970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C05D3" w:rsidRPr="00F36C31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9C05D3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9C05D3" w:rsidRPr="00122970" w:rsidRDefault="009C05D3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9C05D3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Wenecka 41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39-320 Przecław</w:t>
      </w:r>
    </w:p>
    <w:p w:rsidR="009C05D3" w:rsidRPr="00F36C31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9C05D3" w:rsidRPr="00F36C31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9C05D3" w:rsidRPr="00122970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C05D3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przedszkoleprzeclaw@interia.pl</w:t>
      </w:r>
    </w:p>
    <w:p w:rsidR="009C05D3" w:rsidRPr="00F36C31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9C05D3" w:rsidRPr="007D3844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9C05D3" w:rsidRPr="00122970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C05D3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581-30-67</w:t>
      </w:r>
    </w:p>
    <w:p w:rsidR="009C05D3" w:rsidRPr="00F36C31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9C05D3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9C05D3" w:rsidRPr="00122970" w:rsidRDefault="009C05D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C05D3" w:rsidRPr="00371B2B" w:rsidRDefault="009C05D3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8171979911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C05D3" w:rsidRDefault="009C05D3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9C05D3" w:rsidRDefault="009C05D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C05D3" w:rsidRPr="00371B2B" w:rsidTr="006A1006">
        <w:tc>
          <w:tcPr>
            <w:tcW w:w="421" w:type="dxa"/>
          </w:tcPr>
          <w:p w:rsidR="009C05D3" w:rsidRPr="006930BA" w:rsidRDefault="009C05D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9C05D3" w:rsidRPr="00371B2B" w:rsidRDefault="009C05D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9C05D3" w:rsidRDefault="009C05D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9C05D3" w:rsidRPr="00371B2B" w:rsidRDefault="009C05D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9C05D3" w:rsidRPr="00371B2B" w:rsidRDefault="009C05D3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9C05D3" w:rsidRPr="00371B2B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C05D3" w:rsidRDefault="009C05D3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C05D3" w:rsidRPr="00371B2B" w:rsidRDefault="009C05D3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C05D3" w:rsidRPr="00371B2B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9C05D3" w:rsidRDefault="009C05D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9C05D3" w:rsidRDefault="009C05D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9C05D3" w:rsidRPr="00371B2B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C05D3" w:rsidRPr="00371B2B" w:rsidRDefault="009C05D3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Pr="009C5635" w:rsidRDefault="009C05D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9C05D3" w:rsidRPr="009C5635" w:rsidRDefault="009C05D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9C5635" w:rsidTr="006A1006">
        <w:tc>
          <w:tcPr>
            <w:tcW w:w="421" w:type="dxa"/>
          </w:tcPr>
          <w:p w:rsidR="009C05D3" w:rsidRPr="009C5635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Pr="009C5635" w:rsidRDefault="009C05D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9C05D3" w:rsidRPr="009C5635" w:rsidRDefault="009C05D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9C5635" w:rsidTr="006A1006">
        <w:tc>
          <w:tcPr>
            <w:tcW w:w="421" w:type="dxa"/>
          </w:tcPr>
          <w:p w:rsidR="009C05D3" w:rsidRPr="009C5635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Pr="009C5635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9C05D3" w:rsidRPr="009C5635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9C5635" w:rsidTr="006A1006">
        <w:tc>
          <w:tcPr>
            <w:tcW w:w="421" w:type="dxa"/>
          </w:tcPr>
          <w:p w:rsidR="009C05D3" w:rsidRPr="009C5635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Pr="009C5635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9C05D3" w:rsidRPr="009C5635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9C5635" w:rsidTr="006A1006">
        <w:tc>
          <w:tcPr>
            <w:tcW w:w="421" w:type="dxa"/>
          </w:tcPr>
          <w:p w:rsidR="009C05D3" w:rsidRPr="009C5635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9C05D3" w:rsidRPr="00371B2B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9C05D3" w:rsidRDefault="009C05D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9C05D3" w:rsidRPr="00371B2B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Pr="00371B2B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9C05D3" w:rsidRPr="00371B2B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C05D3" w:rsidRDefault="009C05D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C05D3" w:rsidRDefault="009C05D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C05D3" w:rsidRDefault="009C05D3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C05D3" w:rsidRDefault="009C05D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C05D3" w:rsidRPr="008611E1" w:rsidRDefault="009C05D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Default="009C05D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C05D3" w:rsidRPr="008611E1" w:rsidRDefault="009C05D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C05D3" w:rsidRPr="00371B2B" w:rsidTr="006A1006">
        <w:tc>
          <w:tcPr>
            <w:tcW w:w="421" w:type="dxa"/>
          </w:tcPr>
          <w:p w:rsidR="009C05D3" w:rsidRPr="00371B2B" w:rsidRDefault="009C05D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C05D3" w:rsidRPr="00763E28" w:rsidRDefault="009C05D3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9C05D3" w:rsidRPr="00371B2B" w:rsidRDefault="009C05D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9C05D3" w:rsidRPr="009C5635" w:rsidRDefault="009C05D3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9C05D3" w:rsidRPr="00AD7837" w:rsidTr="00617577">
        <w:trPr>
          <w:trHeight w:val="413"/>
        </w:trPr>
        <w:tc>
          <w:tcPr>
            <w:tcW w:w="534" w:type="dxa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9C05D3" w:rsidRPr="00AD7837" w:rsidRDefault="009C05D3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9C05D3" w:rsidRPr="00AD7837" w:rsidTr="00617577">
        <w:trPr>
          <w:trHeight w:val="559"/>
        </w:trPr>
        <w:tc>
          <w:tcPr>
            <w:tcW w:w="534" w:type="dxa"/>
            <w:vMerge w:val="restart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9C05D3" w:rsidRPr="00AD7837" w:rsidRDefault="009C05D3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9C05D3" w:rsidRPr="00AD7837" w:rsidRDefault="009C05D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9C05D3" w:rsidRPr="00A33AEA" w:rsidRDefault="009C05D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9C05D3" w:rsidRPr="00AD7837" w:rsidTr="00617577">
        <w:trPr>
          <w:trHeight w:val="318"/>
        </w:trPr>
        <w:tc>
          <w:tcPr>
            <w:tcW w:w="534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C05D3" w:rsidRPr="00AD7837" w:rsidRDefault="009C05D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9C05D3" w:rsidRPr="00AD7837" w:rsidRDefault="009C05D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9C05D3" w:rsidRPr="00AD7837" w:rsidTr="00617577">
        <w:trPr>
          <w:trHeight w:val="962"/>
        </w:trPr>
        <w:tc>
          <w:tcPr>
            <w:tcW w:w="534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C05D3" w:rsidRPr="00AD7837" w:rsidRDefault="009C05D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C05D3" w:rsidRPr="00AD7837" w:rsidRDefault="009C05D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9C05D3" w:rsidRPr="00AD7837" w:rsidRDefault="009C05D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9C05D3" w:rsidRPr="00AD7837" w:rsidTr="00617577">
        <w:trPr>
          <w:trHeight w:val="408"/>
        </w:trPr>
        <w:tc>
          <w:tcPr>
            <w:tcW w:w="534" w:type="dxa"/>
            <w:vAlign w:val="center"/>
          </w:tcPr>
          <w:p w:rsidR="009C05D3" w:rsidRPr="00412B9E" w:rsidRDefault="009C05D3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C05D3" w:rsidRPr="00412B9E" w:rsidRDefault="009C05D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8018590365500071164125</w:t>
            </w:r>
          </w:p>
        </w:tc>
        <w:tc>
          <w:tcPr>
            <w:tcW w:w="1701" w:type="dxa"/>
            <w:vAlign w:val="center"/>
          </w:tcPr>
          <w:p w:rsidR="009C05D3" w:rsidRDefault="009C05D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Przecław</w:t>
            </w:r>
          </w:p>
          <w:p w:rsidR="009C05D3" w:rsidRDefault="009C05D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Wenecka 41</w:t>
            </w:r>
          </w:p>
          <w:p w:rsidR="009C05D3" w:rsidRPr="00412B9E" w:rsidRDefault="009C05D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39-320 Przecła</w:t>
            </w:r>
            <w:r w:rsidR="007356AD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1075" w:type="dxa"/>
            <w:vAlign w:val="center"/>
          </w:tcPr>
          <w:p w:rsidR="009C05D3" w:rsidRPr="00412B9E" w:rsidRDefault="009C05D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9C05D3" w:rsidRPr="00412B9E" w:rsidRDefault="009C05D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9C05D3" w:rsidRPr="00412B9E" w:rsidRDefault="009C05D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C05D3" w:rsidRPr="00412B9E" w:rsidRDefault="009C05D3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9C05D3" w:rsidRPr="00412B9E" w:rsidRDefault="00CF20D0" w:rsidP="00CF20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9C05D3" w:rsidRPr="008611E1" w:rsidRDefault="009C05D3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9C05D3" w:rsidRPr="008611E1" w:rsidRDefault="009C05D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9C05D3" w:rsidRDefault="009C05D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9C05D3" w:rsidRDefault="009C05D3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9C05D3" w:rsidRPr="004760F6" w:rsidTr="002C13B3">
        <w:trPr>
          <w:trHeight w:val="309"/>
        </w:trPr>
        <w:tc>
          <w:tcPr>
            <w:tcW w:w="2694" w:type="dxa"/>
          </w:tcPr>
          <w:p w:rsidR="009C05D3" w:rsidRPr="004760F6" w:rsidRDefault="009C05D3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9C05D3" w:rsidRPr="004760F6" w:rsidRDefault="009C05D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9C05D3" w:rsidRPr="004760F6" w:rsidRDefault="009C05D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9C05D3" w:rsidRPr="004760F6" w:rsidTr="002C13B3">
        <w:trPr>
          <w:trHeight w:val="689"/>
        </w:trPr>
        <w:tc>
          <w:tcPr>
            <w:tcW w:w="2694" w:type="dxa"/>
          </w:tcPr>
          <w:p w:rsidR="009C05D3" w:rsidRPr="004760F6" w:rsidRDefault="009C05D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9C05D3" w:rsidRPr="004760F6" w:rsidRDefault="009C05D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9C05D3" w:rsidRPr="004760F6" w:rsidRDefault="009C05D3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9C05D3" w:rsidRPr="00B63457" w:rsidRDefault="009C05D3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9C05D3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71" w:rsidRDefault="003A3D71">
      <w:r>
        <w:separator/>
      </w:r>
    </w:p>
  </w:endnote>
  <w:endnote w:type="continuationSeparator" w:id="0">
    <w:p w:rsidR="003A3D71" w:rsidRDefault="003A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71" w:rsidRDefault="003A3D71">
      <w:r>
        <w:separator/>
      </w:r>
    </w:p>
  </w:footnote>
  <w:footnote w:type="continuationSeparator" w:id="0">
    <w:p w:rsidR="003A3D71" w:rsidRDefault="003A3D71">
      <w:r>
        <w:continuationSeparator/>
      </w:r>
    </w:p>
  </w:footnote>
  <w:footnote w:id="1">
    <w:p w:rsidR="009C05D3" w:rsidRPr="00EF7F64" w:rsidRDefault="009C05D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9C05D3" w:rsidRPr="00EF7F64" w:rsidRDefault="009C05D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9C05D3" w:rsidRPr="00EF7F64" w:rsidRDefault="009C05D3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9C05D3" w:rsidRDefault="009C05D3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9C05D3" w:rsidRPr="00822183" w:rsidRDefault="009C05D3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9C05D3" w:rsidRDefault="009C05D3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9C05D3" w:rsidRPr="00D23820" w:rsidRDefault="009C05D3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9C05D3" w:rsidRPr="008611E1" w:rsidRDefault="009C05D3">
      <w:pPr>
        <w:pStyle w:val="Tekstprzypisudolnego"/>
        <w:rPr>
          <w:sz w:val="2"/>
          <w:szCs w:val="2"/>
        </w:rPr>
      </w:pPr>
    </w:p>
  </w:footnote>
  <w:footnote w:id="9">
    <w:p w:rsidR="009C05D3" w:rsidRPr="008611E1" w:rsidRDefault="009C05D3" w:rsidP="00CD0317">
      <w:pPr>
        <w:pStyle w:val="Tekstprzypisudolnego"/>
        <w:rPr>
          <w:sz w:val="2"/>
          <w:szCs w:val="2"/>
        </w:rPr>
      </w:pPr>
    </w:p>
  </w:footnote>
  <w:footnote w:id="10">
    <w:p w:rsidR="009C05D3" w:rsidRPr="008611E1" w:rsidRDefault="009C05D3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B8" w:rsidRPr="00122970" w:rsidRDefault="00C139B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CF20D0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49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3D71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56AD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05D3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20D0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6F69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512108-2581-4225-B684-B315975D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1152</Words>
  <Characters>6918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2022-07-03T08:59:00Z</dcterms:created>
  <dcterms:modified xsi:type="dcterms:W3CDTF">2022-08-09T09:45:00Z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